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DA4CF" w14:textId="77777777" w:rsidR="005C4EC7" w:rsidRPr="007A37E2" w:rsidRDefault="005C4EC7" w:rsidP="005C4EC7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5C4EC7" w:rsidRPr="005B4876" w14:paraId="227DA258" w14:textId="77777777" w:rsidTr="00346BB4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87FD9" w14:textId="77777777" w:rsidR="005C4EC7" w:rsidRPr="004A327B" w:rsidRDefault="005C4EC7" w:rsidP="00346BB4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5C4EC7" w:rsidRPr="005B4876" w14:paraId="40B27D48" w14:textId="77777777" w:rsidTr="00346BB4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9BCD8" w14:textId="77777777" w:rsidR="005C4EC7" w:rsidRDefault="005C4EC7" w:rsidP="00346BB4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7E5E911E" w14:textId="77777777" w:rsidR="005C4EC7" w:rsidRDefault="005C4EC7" w:rsidP="00346BB4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0CF22643" w14:textId="77777777" w:rsidR="005C4EC7" w:rsidRDefault="005C4EC7" w:rsidP="00346BB4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5C4EC7" w:rsidRPr="005B4876" w14:paraId="47D0622F" w14:textId="77777777" w:rsidTr="00346BB4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CFBB1" w14:textId="77777777" w:rsidR="005C4EC7" w:rsidRDefault="005C4EC7" w:rsidP="00346BB4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5C4EC7" w:rsidRPr="005B4876" w14:paraId="1CE42DA5" w14:textId="77777777" w:rsidTr="00346BB4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37759" w14:textId="77777777" w:rsidR="005C4EC7" w:rsidRPr="00741DEC" w:rsidRDefault="005C4EC7" w:rsidP="00346BB4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"П2. Коммунально-складская зона" МО сельского поселения Ура-Губа Кольского муниципального района Мурманской области</w:t>
            </w:r>
          </w:p>
          <w:p w14:paraId="3D1655BE" w14:textId="77777777" w:rsidR="005C4EC7" w:rsidRPr="00741DEC" w:rsidRDefault="005C4EC7" w:rsidP="00346BB4">
            <w:pPr>
              <w:pStyle w:val="a8"/>
              <w:jc w:val="center"/>
              <w:rPr>
                <w:u w:val="single"/>
              </w:rPr>
            </w:pPr>
          </w:p>
        </w:tc>
      </w:tr>
      <w:tr w:rsidR="005C4EC7" w:rsidRPr="005B4876" w14:paraId="415A1978" w14:textId="77777777" w:rsidTr="00346BB4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7E1B0" w14:textId="77777777" w:rsidR="005C4EC7" w:rsidRPr="003C6D38" w:rsidRDefault="005C4EC7" w:rsidP="00346BB4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5C4EC7" w:rsidRPr="005B4876" w14:paraId="03807D3E" w14:textId="77777777" w:rsidTr="00346BB4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FE63D" w14:textId="77777777" w:rsidR="005C4EC7" w:rsidRPr="005A5528" w:rsidRDefault="005C4EC7" w:rsidP="00346BB4">
            <w:pPr>
              <w:pStyle w:val="1"/>
              <w:spacing w:line="240" w:lineRule="atLeast"/>
              <w:jc w:val="center"/>
            </w:pPr>
          </w:p>
        </w:tc>
      </w:tr>
      <w:tr w:rsidR="005C4EC7" w:rsidRPr="005B4876" w14:paraId="14EEFC6B" w14:textId="77777777" w:rsidTr="00346BB4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16725" w14:textId="77777777" w:rsidR="005C4EC7" w:rsidRPr="005A5528" w:rsidRDefault="005C4EC7" w:rsidP="00346BB4">
            <w:pPr>
              <w:pStyle w:val="1"/>
              <w:spacing w:line="240" w:lineRule="atLeast"/>
              <w:jc w:val="center"/>
            </w:pPr>
          </w:p>
        </w:tc>
      </w:tr>
      <w:tr w:rsidR="005C4EC7" w:rsidRPr="005B4876" w14:paraId="1AD4DF02" w14:textId="77777777" w:rsidTr="00346BB4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F563FA8" w14:textId="77777777" w:rsidR="005C4EC7" w:rsidRPr="005A5528" w:rsidRDefault="005C4EC7" w:rsidP="00346BB4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5C4EC7" w:rsidRPr="005B4876" w14:paraId="7A28D5D0" w14:textId="77777777" w:rsidTr="00346BB4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37C146F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5C4EC7" w:rsidRPr="005B4876" w14:paraId="3503A285" w14:textId="77777777" w:rsidTr="00346BB4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0B9F978F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0485FA55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22E136E5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5C4EC7" w:rsidRPr="005B4876" w14:paraId="045D3AB8" w14:textId="77777777" w:rsidTr="00346BB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677E8C0D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7CCFB05A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46AD6089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5C4EC7" w:rsidRPr="005B4876" w14:paraId="758F3D1B" w14:textId="77777777" w:rsidTr="00346BB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07A25B3F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7A932E6A" w14:textId="77777777" w:rsidR="005C4EC7" w:rsidRPr="005A5528" w:rsidRDefault="005C4EC7" w:rsidP="00346BB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7B6890FD" w14:textId="77777777" w:rsidR="005C4EC7" w:rsidRPr="005C4EC7" w:rsidRDefault="005C4EC7" w:rsidP="00346BB4">
            <w:pPr>
              <w:pStyle w:val="1"/>
              <w:rPr>
                <w:sz w:val="20"/>
                <w:szCs w:val="24"/>
              </w:rPr>
            </w:pPr>
            <w:r w:rsidRPr="005C4EC7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5C4EC7" w:rsidRPr="005B4876" w14:paraId="183FA9AF" w14:textId="77777777" w:rsidTr="00346BB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328371D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08D70238" w14:textId="77777777" w:rsidR="005C4EC7" w:rsidRPr="005A5528" w:rsidRDefault="005C4EC7" w:rsidP="00346BB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3B7CD80A" w14:textId="77777777" w:rsidR="005C4EC7" w:rsidRPr="005A5528" w:rsidRDefault="005C4EC7" w:rsidP="00346BB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3F78CC3A" w14:textId="77777777" w:rsidR="005C4EC7" w:rsidRPr="005A5528" w:rsidRDefault="005C4EC7" w:rsidP="00346BB4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11666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37.80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5C4EC7" w:rsidRPr="005B4876" w14:paraId="27527293" w14:textId="77777777" w:rsidTr="00346BB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5D5D6588" w14:textId="77777777" w:rsidR="005C4EC7" w:rsidRPr="005A5528" w:rsidRDefault="005C4EC7" w:rsidP="00346BB4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630CECC5" w14:textId="77777777" w:rsidR="005C4EC7" w:rsidRPr="005A5528" w:rsidRDefault="005C4EC7" w:rsidP="00346BB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01E41DA8" w14:textId="77777777" w:rsidR="005C4EC7" w:rsidRPr="005A5528" w:rsidRDefault="005C4EC7" w:rsidP="00346BB4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21024241" w14:textId="77777777" w:rsidR="005C4EC7" w:rsidRDefault="005C4EC7" w:rsidP="005C4EC7"/>
    <w:p w14:paraId="21364679" w14:textId="64C687E9" w:rsidR="005C4EC7" w:rsidRDefault="005C4EC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F58E849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6A1F9523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3A3A5019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73DD3708" w14:textId="77777777" w:rsidTr="005232A7">
        <w:trPr>
          <w:trHeight w:val="430"/>
        </w:trPr>
        <w:tc>
          <w:tcPr>
            <w:tcW w:w="10632" w:type="dxa"/>
            <w:gridSpan w:val="6"/>
          </w:tcPr>
          <w:p w14:paraId="58A9598C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5EC611F4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089532AF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27601E85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6FABA830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3388BD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2D7F8924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10BD0618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3E9F7C4B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07701E38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7343FD11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12507442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75F5F7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1FE81EAD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26ED9B74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04718B5C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12FBF03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663B0C6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2579B85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38375E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782341E8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7BA46287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6C64E1FB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753E4DA5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7235AFB2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10A22A24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11F99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08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290B7A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8551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4252A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0CA3B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947C9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4E1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C9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0B502F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678918.93</w:t>
            </w:r>
          </w:p>
        </w:tc>
        <w:tc>
          <w:tcPr>
            <w:tcW w:w="1562" w:type="dxa"/>
          </w:tcPr>
          <w:p w14:paraId="1E3E63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1430296.06</w:t>
            </w:r>
          </w:p>
        </w:tc>
        <w:tc>
          <w:tcPr>
            <w:tcW w:w="2134" w:type="dxa"/>
          </w:tcPr>
          <w:p w14:paraId="5A7980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3AED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AE5D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0AC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048A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42449F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678955.00</w:t>
            </w:r>
          </w:p>
        </w:tc>
        <w:tc>
          <w:tcPr>
            <w:tcW w:w="1562" w:type="dxa"/>
          </w:tcPr>
          <w:p w14:paraId="5DB3B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1430271.02</w:t>
            </w:r>
          </w:p>
        </w:tc>
        <w:tc>
          <w:tcPr>
            <w:tcW w:w="2134" w:type="dxa"/>
          </w:tcPr>
          <w:p w14:paraId="53ABF9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4FE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FD83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A16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8A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0C5B16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678967.26</w:t>
            </w:r>
          </w:p>
        </w:tc>
        <w:tc>
          <w:tcPr>
            <w:tcW w:w="1562" w:type="dxa"/>
          </w:tcPr>
          <w:p w14:paraId="1D775A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1430307.29</w:t>
            </w:r>
          </w:p>
        </w:tc>
        <w:tc>
          <w:tcPr>
            <w:tcW w:w="2134" w:type="dxa"/>
          </w:tcPr>
          <w:p w14:paraId="06DB1F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4BF1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C04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7A3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08D2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1E9245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678975.84</w:t>
            </w:r>
          </w:p>
        </w:tc>
        <w:tc>
          <w:tcPr>
            <w:tcW w:w="1562" w:type="dxa"/>
          </w:tcPr>
          <w:p w14:paraId="6C82A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1430323.25</w:t>
            </w:r>
          </w:p>
        </w:tc>
        <w:tc>
          <w:tcPr>
            <w:tcW w:w="2134" w:type="dxa"/>
          </w:tcPr>
          <w:p w14:paraId="6BBFDC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562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5BE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4B7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87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738ED3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679004.35</w:t>
            </w:r>
          </w:p>
        </w:tc>
        <w:tc>
          <w:tcPr>
            <w:tcW w:w="1562" w:type="dxa"/>
          </w:tcPr>
          <w:p w14:paraId="49490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1430337.29</w:t>
            </w:r>
          </w:p>
        </w:tc>
        <w:tc>
          <w:tcPr>
            <w:tcW w:w="2134" w:type="dxa"/>
          </w:tcPr>
          <w:p w14:paraId="10AAD8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77B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B4C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815B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D5C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46D885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679020.79</w:t>
            </w:r>
          </w:p>
        </w:tc>
        <w:tc>
          <w:tcPr>
            <w:tcW w:w="1562" w:type="dxa"/>
          </w:tcPr>
          <w:p w14:paraId="7B8C03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1430335.16</w:t>
            </w:r>
          </w:p>
        </w:tc>
        <w:tc>
          <w:tcPr>
            <w:tcW w:w="2134" w:type="dxa"/>
          </w:tcPr>
          <w:p w14:paraId="458068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6E8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507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8B0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96F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3140CE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679009.28</w:t>
            </w:r>
          </w:p>
        </w:tc>
        <w:tc>
          <w:tcPr>
            <w:tcW w:w="1562" w:type="dxa"/>
          </w:tcPr>
          <w:p w14:paraId="1E492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1430420.46</w:t>
            </w:r>
          </w:p>
        </w:tc>
        <w:tc>
          <w:tcPr>
            <w:tcW w:w="2134" w:type="dxa"/>
          </w:tcPr>
          <w:p w14:paraId="78B832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6DD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64B7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BC7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553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348903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678979.59</w:t>
            </w:r>
          </w:p>
        </w:tc>
        <w:tc>
          <w:tcPr>
            <w:tcW w:w="1562" w:type="dxa"/>
          </w:tcPr>
          <w:p w14:paraId="076908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1430427.06</w:t>
            </w:r>
          </w:p>
        </w:tc>
        <w:tc>
          <w:tcPr>
            <w:tcW w:w="2134" w:type="dxa"/>
          </w:tcPr>
          <w:p w14:paraId="63658E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B84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E02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52F1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338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0CD6F9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678962.04</w:t>
            </w:r>
          </w:p>
        </w:tc>
        <w:tc>
          <w:tcPr>
            <w:tcW w:w="1562" w:type="dxa"/>
          </w:tcPr>
          <w:p w14:paraId="2E3D4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1430428.10</w:t>
            </w:r>
          </w:p>
        </w:tc>
        <w:tc>
          <w:tcPr>
            <w:tcW w:w="2134" w:type="dxa"/>
          </w:tcPr>
          <w:p w14:paraId="7F9DF7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D21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161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702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07EC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4D1665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678944.13</w:t>
            </w:r>
          </w:p>
        </w:tc>
        <w:tc>
          <w:tcPr>
            <w:tcW w:w="1562" w:type="dxa"/>
          </w:tcPr>
          <w:p w14:paraId="6F362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1430422.50</w:t>
            </w:r>
          </w:p>
        </w:tc>
        <w:tc>
          <w:tcPr>
            <w:tcW w:w="2134" w:type="dxa"/>
          </w:tcPr>
          <w:p w14:paraId="0BE20B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D1DA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05D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B79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FF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7B7576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678929.93</w:t>
            </w:r>
          </w:p>
        </w:tc>
        <w:tc>
          <w:tcPr>
            <w:tcW w:w="1562" w:type="dxa"/>
          </w:tcPr>
          <w:p w14:paraId="645AE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1430374.43</w:t>
            </w:r>
          </w:p>
        </w:tc>
        <w:tc>
          <w:tcPr>
            <w:tcW w:w="2134" w:type="dxa"/>
          </w:tcPr>
          <w:p w14:paraId="0F21E2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C04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2B1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904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D97F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0AFC32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678920.43</w:t>
            </w:r>
          </w:p>
        </w:tc>
        <w:tc>
          <w:tcPr>
            <w:tcW w:w="1562" w:type="dxa"/>
          </w:tcPr>
          <w:p w14:paraId="082A4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1430355.32</w:t>
            </w:r>
          </w:p>
        </w:tc>
        <w:tc>
          <w:tcPr>
            <w:tcW w:w="2134" w:type="dxa"/>
          </w:tcPr>
          <w:p w14:paraId="591020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B39A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AC9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C23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C53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3D3A4E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678922.11</w:t>
            </w:r>
          </w:p>
        </w:tc>
        <w:tc>
          <w:tcPr>
            <w:tcW w:w="1562" w:type="dxa"/>
          </w:tcPr>
          <w:p w14:paraId="00F25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1430354.03</w:t>
            </w:r>
          </w:p>
        </w:tc>
        <w:tc>
          <w:tcPr>
            <w:tcW w:w="2134" w:type="dxa"/>
          </w:tcPr>
          <w:p w14:paraId="6C158F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801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000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3F9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43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5E605B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678923.00</w:t>
            </w:r>
          </w:p>
        </w:tc>
        <w:tc>
          <w:tcPr>
            <w:tcW w:w="1562" w:type="dxa"/>
          </w:tcPr>
          <w:p w14:paraId="31A1B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1430335.95</w:t>
            </w:r>
          </w:p>
        </w:tc>
        <w:tc>
          <w:tcPr>
            <w:tcW w:w="2134" w:type="dxa"/>
          </w:tcPr>
          <w:p w14:paraId="2305E1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9E72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9A3D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5AF5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F9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71F99C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678925.75</w:t>
            </w:r>
          </w:p>
        </w:tc>
        <w:tc>
          <w:tcPr>
            <w:tcW w:w="1562" w:type="dxa"/>
          </w:tcPr>
          <w:p w14:paraId="0FF61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1430305.05</w:t>
            </w:r>
          </w:p>
        </w:tc>
        <w:tc>
          <w:tcPr>
            <w:tcW w:w="2134" w:type="dxa"/>
          </w:tcPr>
          <w:p w14:paraId="6ECCCC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D9FF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8D9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B2D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998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4CD7DE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678918.93</w:t>
            </w:r>
          </w:p>
        </w:tc>
        <w:tc>
          <w:tcPr>
            <w:tcW w:w="1562" w:type="dxa"/>
          </w:tcPr>
          <w:p w14:paraId="107C8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1430296.06</w:t>
            </w:r>
          </w:p>
        </w:tc>
        <w:tc>
          <w:tcPr>
            <w:tcW w:w="2134" w:type="dxa"/>
          </w:tcPr>
          <w:p w14:paraId="15927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8A8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A7A8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DD9B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E72D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54C04F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0C0B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D7820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4920F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27746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EEFC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AD8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5366C0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679057.78</w:t>
            </w:r>
          </w:p>
        </w:tc>
        <w:tc>
          <w:tcPr>
            <w:tcW w:w="1562" w:type="dxa"/>
          </w:tcPr>
          <w:p w14:paraId="27F2EF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1430432.61</w:t>
            </w:r>
          </w:p>
        </w:tc>
        <w:tc>
          <w:tcPr>
            <w:tcW w:w="2134" w:type="dxa"/>
          </w:tcPr>
          <w:p w14:paraId="2DCC5A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ACF3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F8E1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7932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6A7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429F48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679048.73</w:t>
            </w:r>
          </w:p>
        </w:tc>
        <w:tc>
          <w:tcPr>
            <w:tcW w:w="1562" w:type="dxa"/>
          </w:tcPr>
          <w:p w14:paraId="73BF3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1430428.20</w:t>
            </w:r>
          </w:p>
        </w:tc>
        <w:tc>
          <w:tcPr>
            <w:tcW w:w="2134" w:type="dxa"/>
          </w:tcPr>
          <w:p w14:paraId="0AA5E3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B48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FA1E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4E5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64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155326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679020.08</w:t>
            </w:r>
          </w:p>
        </w:tc>
        <w:tc>
          <w:tcPr>
            <w:tcW w:w="1562" w:type="dxa"/>
          </w:tcPr>
          <w:p w14:paraId="320199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1430426.06</w:t>
            </w:r>
          </w:p>
        </w:tc>
        <w:tc>
          <w:tcPr>
            <w:tcW w:w="2134" w:type="dxa"/>
          </w:tcPr>
          <w:p w14:paraId="02581A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A97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9788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19C3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6F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7E4080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679012.77</w:t>
            </w:r>
          </w:p>
        </w:tc>
        <w:tc>
          <w:tcPr>
            <w:tcW w:w="1562" w:type="dxa"/>
          </w:tcPr>
          <w:p w14:paraId="0BA0D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1430423.19</w:t>
            </w:r>
          </w:p>
        </w:tc>
        <w:tc>
          <w:tcPr>
            <w:tcW w:w="2134" w:type="dxa"/>
          </w:tcPr>
          <w:p w14:paraId="35829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B22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066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306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B0B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397481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679009.28</w:t>
            </w:r>
          </w:p>
        </w:tc>
        <w:tc>
          <w:tcPr>
            <w:tcW w:w="1562" w:type="dxa"/>
          </w:tcPr>
          <w:p w14:paraId="45AACC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1430420.46</w:t>
            </w:r>
          </w:p>
        </w:tc>
        <w:tc>
          <w:tcPr>
            <w:tcW w:w="2134" w:type="dxa"/>
          </w:tcPr>
          <w:p w14:paraId="447345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49AF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D9D0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42FF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25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5F4F45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678985.73</w:t>
            </w:r>
          </w:p>
        </w:tc>
        <w:tc>
          <w:tcPr>
            <w:tcW w:w="1562" w:type="dxa"/>
          </w:tcPr>
          <w:p w14:paraId="7F26F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1430448.68</w:t>
            </w:r>
          </w:p>
        </w:tc>
        <w:tc>
          <w:tcPr>
            <w:tcW w:w="2134" w:type="dxa"/>
          </w:tcPr>
          <w:p w14:paraId="1551D3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3C03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683E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DD0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59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2ED044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678983.79</w:t>
            </w:r>
          </w:p>
        </w:tc>
        <w:tc>
          <w:tcPr>
            <w:tcW w:w="1562" w:type="dxa"/>
          </w:tcPr>
          <w:p w14:paraId="06E139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1430451.03</w:t>
            </w:r>
          </w:p>
        </w:tc>
        <w:tc>
          <w:tcPr>
            <w:tcW w:w="2134" w:type="dxa"/>
          </w:tcPr>
          <w:p w14:paraId="09582F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345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BF82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732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55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1FF4DD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678979.35</w:t>
            </w:r>
          </w:p>
        </w:tc>
        <w:tc>
          <w:tcPr>
            <w:tcW w:w="1562" w:type="dxa"/>
          </w:tcPr>
          <w:p w14:paraId="0FF22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1430463.64</w:t>
            </w:r>
          </w:p>
        </w:tc>
        <w:tc>
          <w:tcPr>
            <w:tcW w:w="2134" w:type="dxa"/>
          </w:tcPr>
          <w:p w14:paraId="57BC34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7D6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3502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F92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CCB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4BECAC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679001.73</w:t>
            </w:r>
          </w:p>
        </w:tc>
        <w:tc>
          <w:tcPr>
            <w:tcW w:w="1562" w:type="dxa"/>
          </w:tcPr>
          <w:p w14:paraId="51AE9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1430466.72</w:t>
            </w:r>
          </w:p>
        </w:tc>
        <w:tc>
          <w:tcPr>
            <w:tcW w:w="2134" w:type="dxa"/>
          </w:tcPr>
          <w:p w14:paraId="314200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C0A2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CBBE9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16D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A00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48527F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679003.81</w:t>
            </w:r>
          </w:p>
        </w:tc>
        <w:tc>
          <w:tcPr>
            <w:tcW w:w="1562" w:type="dxa"/>
          </w:tcPr>
          <w:p w14:paraId="1FE44A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1430460.31</w:t>
            </w:r>
          </w:p>
        </w:tc>
        <w:tc>
          <w:tcPr>
            <w:tcW w:w="2134" w:type="dxa"/>
          </w:tcPr>
          <w:p w14:paraId="13F84F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06FA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BCC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631F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FD0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1CEB16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679009.27</w:t>
            </w:r>
          </w:p>
        </w:tc>
        <w:tc>
          <w:tcPr>
            <w:tcW w:w="1562" w:type="dxa"/>
          </w:tcPr>
          <w:p w14:paraId="01DB4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1430463.40</w:t>
            </w:r>
          </w:p>
        </w:tc>
        <w:tc>
          <w:tcPr>
            <w:tcW w:w="2134" w:type="dxa"/>
          </w:tcPr>
          <w:p w14:paraId="533B47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3AE0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DB3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F0B5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B89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29288E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679009.40</w:t>
            </w:r>
          </w:p>
        </w:tc>
        <w:tc>
          <w:tcPr>
            <w:tcW w:w="1562" w:type="dxa"/>
          </w:tcPr>
          <w:p w14:paraId="13FA99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1430452.42</w:t>
            </w:r>
          </w:p>
        </w:tc>
        <w:tc>
          <w:tcPr>
            <w:tcW w:w="2134" w:type="dxa"/>
          </w:tcPr>
          <w:p w14:paraId="0FD12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9CE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D8D1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E8D1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D94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19C490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679012.43</w:t>
            </w:r>
          </w:p>
        </w:tc>
        <w:tc>
          <w:tcPr>
            <w:tcW w:w="1562" w:type="dxa"/>
          </w:tcPr>
          <w:p w14:paraId="24F75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1430444.94</w:t>
            </w:r>
          </w:p>
        </w:tc>
        <w:tc>
          <w:tcPr>
            <w:tcW w:w="2134" w:type="dxa"/>
          </w:tcPr>
          <w:p w14:paraId="3F5B37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D23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D58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3D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E4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2ECF9B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679012.92</w:t>
            </w:r>
          </w:p>
        </w:tc>
        <w:tc>
          <w:tcPr>
            <w:tcW w:w="1562" w:type="dxa"/>
          </w:tcPr>
          <w:p w14:paraId="6D84A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1430445.14</w:t>
            </w:r>
          </w:p>
        </w:tc>
        <w:tc>
          <w:tcPr>
            <w:tcW w:w="2134" w:type="dxa"/>
          </w:tcPr>
          <w:p w14:paraId="14981A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D0B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E72C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E2AE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14A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17FF7E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679023.41</w:t>
            </w:r>
          </w:p>
        </w:tc>
        <w:tc>
          <w:tcPr>
            <w:tcW w:w="1562" w:type="dxa"/>
          </w:tcPr>
          <w:p w14:paraId="3FB62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1430448.82</w:t>
            </w:r>
          </w:p>
        </w:tc>
        <w:tc>
          <w:tcPr>
            <w:tcW w:w="2134" w:type="dxa"/>
          </w:tcPr>
          <w:p w14:paraId="4904C3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FF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56E6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6CF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3B4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141D8F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679025.36</w:t>
            </w:r>
          </w:p>
        </w:tc>
        <w:tc>
          <w:tcPr>
            <w:tcW w:w="1562" w:type="dxa"/>
          </w:tcPr>
          <w:p w14:paraId="4D105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1430444.12</w:t>
            </w:r>
          </w:p>
        </w:tc>
        <w:tc>
          <w:tcPr>
            <w:tcW w:w="2134" w:type="dxa"/>
          </w:tcPr>
          <w:p w14:paraId="06144A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7B4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2CB4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C26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4690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382307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679028.57</w:t>
            </w:r>
          </w:p>
        </w:tc>
        <w:tc>
          <w:tcPr>
            <w:tcW w:w="1562" w:type="dxa"/>
          </w:tcPr>
          <w:p w14:paraId="32DEA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1430441.39</w:t>
            </w:r>
          </w:p>
        </w:tc>
        <w:tc>
          <w:tcPr>
            <w:tcW w:w="2134" w:type="dxa"/>
          </w:tcPr>
          <w:p w14:paraId="227364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EDC6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6AC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426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0C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178E31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679049.38</w:t>
            </w:r>
          </w:p>
        </w:tc>
        <w:tc>
          <w:tcPr>
            <w:tcW w:w="1562" w:type="dxa"/>
          </w:tcPr>
          <w:p w14:paraId="451DA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1430449.67</w:t>
            </w:r>
          </w:p>
        </w:tc>
        <w:tc>
          <w:tcPr>
            <w:tcW w:w="2134" w:type="dxa"/>
          </w:tcPr>
          <w:p w14:paraId="1CFDF5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C84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C6A2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F4D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8757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622801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679057.78</w:t>
            </w:r>
          </w:p>
        </w:tc>
        <w:tc>
          <w:tcPr>
            <w:tcW w:w="1562" w:type="dxa"/>
          </w:tcPr>
          <w:p w14:paraId="33BD97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1430432.61</w:t>
            </w:r>
          </w:p>
        </w:tc>
        <w:tc>
          <w:tcPr>
            <w:tcW w:w="2134" w:type="dxa"/>
          </w:tcPr>
          <w:p w14:paraId="0B6E90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BD3F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BD3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6AC919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52603C1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4DA998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21B19096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34048F6D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2DFF26A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3079ED1E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508A70B0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6A11F324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0BBD9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7E57B973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06726DD6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EEC645C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7DD3116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254FC9E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100836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05719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04782713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107FA416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0BC6A737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5F09A230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0F9FEC49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05386A6A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429611B2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0873ADE5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58E2DFC4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12AF372D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66E46C12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6412ED9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4532A2A3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1231A246" w14:textId="77777777" w:rsidR="002B1B69" w:rsidRDefault="002B1B69"/>
    <w:sectPr w:rsidR="002B1B69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08185" w14:textId="77777777" w:rsidR="002B1B69" w:rsidRDefault="002B1B69">
      <w:r>
        <w:separator/>
      </w:r>
    </w:p>
  </w:endnote>
  <w:endnote w:type="continuationSeparator" w:id="0">
    <w:p w14:paraId="07018335" w14:textId="77777777" w:rsidR="002B1B69" w:rsidRDefault="002B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0FB26" w14:textId="77777777" w:rsidR="002B1B69" w:rsidRDefault="002B1B69">
      <w:r>
        <w:separator/>
      </w:r>
    </w:p>
  </w:footnote>
  <w:footnote w:type="continuationSeparator" w:id="0">
    <w:p w14:paraId="4D50A245" w14:textId="77777777" w:rsidR="002B1B69" w:rsidRDefault="002B1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1B69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C4EC7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097044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2025-10-24T08:45:00Z</dcterms:modified>
</cp:coreProperties>
</file>